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29240AE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>Příloha Kupní smlouvy č. 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9131302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1CAFE30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0C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0C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C2B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DAF75-B08F-41DF-8C39-44152ECB2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45E18B-CBA8-4E1D-94F5-D3518455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2023-08-02T05:51:00Z</dcterms:created>
  <dcterms:modified xsi:type="dcterms:W3CDTF">2023-08-02T05:51:00Z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